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93BB6C" w14:textId="77777777" w:rsidR="006F5C84" w:rsidRDefault="006F5C84" w:rsidP="00AB755B">
      <w:pPr>
        <w:jc w:val="right"/>
      </w:pPr>
      <w:r>
        <w:t>Luan Wang</w:t>
      </w:r>
    </w:p>
    <w:p w14:paraId="7AD5A3DB" w14:textId="77777777" w:rsidR="006F5C84" w:rsidRDefault="006F5C84" w:rsidP="006F5C84">
      <w:pPr>
        <w:jc w:val="right"/>
      </w:pPr>
      <w:r>
        <w:t>Turmstraße 30</w:t>
      </w:r>
    </w:p>
    <w:p w14:paraId="54288A20" w14:textId="77777777" w:rsidR="006F5C84" w:rsidRDefault="006F5C84" w:rsidP="006F5C84">
      <w:pPr>
        <w:jc w:val="right"/>
      </w:pPr>
      <w:r>
        <w:t>60385 Frankfurt am Main</w:t>
      </w:r>
    </w:p>
    <w:p w14:paraId="39899B05" w14:textId="3247D5C7" w:rsidR="006F5C84" w:rsidRDefault="006F5C84" w:rsidP="006F5C84">
      <w:pPr>
        <w:jc w:val="right"/>
      </w:pPr>
      <w:r>
        <w:t>Tel.: 069 12233445</w:t>
      </w:r>
    </w:p>
    <w:p w14:paraId="4889DFA6" w14:textId="6F0CF41E" w:rsidR="006F5C84" w:rsidRDefault="006F5C84" w:rsidP="006F5C84">
      <w:pPr>
        <w:jc w:val="right"/>
      </w:pPr>
      <w:r>
        <w:t>E-Mail: lwang@net.de</w:t>
      </w:r>
    </w:p>
    <w:p w14:paraId="08E0F934" w14:textId="77777777" w:rsidR="006F5C84" w:rsidRDefault="006F5C84" w:rsidP="006F5C84"/>
    <w:p w14:paraId="0CD530F8" w14:textId="77777777" w:rsidR="00242805" w:rsidRDefault="00242805" w:rsidP="006F5C84"/>
    <w:p w14:paraId="0E57068A" w14:textId="77777777" w:rsidR="00AB755B" w:rsidRDefault="00AB755B" w:rsidP="006F5C84"/>
    <w:p w14:paraId="6C55ACBB" w14:textId="77777777" w:rsidR="006F5C84" w:rsidRDefault="006F5C84" w:rsidP="006F5C84">
      <w:r>
        <w:t>Bankhaus Meyer International</w:t>
      </w:r>
    </w:p>
    <w:p w14:paraId="2DD08270" w14:textId="6B93477A" w:rsidR="006F5C84" w:rsidRDefault="006F5C84" w:rsidP="006F5C84">
      <w:r>
        <w:t xml:space="preserve">Capital </w:t>
      </w:r>
      <w:proofErr w:type="spellStart"/>
      <w:r>
        <w:t>Markets</w:t>
      </w:r>
      <w:proofErr w:type="spellEnd"/>
    </w:p>
    <w:p w14:paraId="3328C9F2" w14:textId="44F3F0BC" w:rsidR="006F5C84" w:rsidRDefault="006F5C84" w:rsidP="006F5C84">
      <w:r>
        <w:t>Herrn Michael Rast</w:t>
      </w:r>
    </w:p>
    <w:p w14:paraId="3ED818CA" w14:textId="77777777" w:rsidR="006F5C84" w:rsidRDefault="006F5C84" w:rsidP="006F5C84">
      <w:r>
        <w:t>Westendstraße 20</w:t>
      </w:r>
    </w:p>
    <w:p w14:paraId="033BC8FD" w14:textId="77777777" w:rsidR="006F5C84" w:rsidRDefault="006F5C84" w:rsidP="006F5C84">
      <w:r>
        <w:t>60325 Frankfurt am Main</w:t>
      </w:r>
    </w:p>
    <w:p w14:paraId="5D67378F" w14:textId="77777777" w:rsidR="006F5C84" w:rsidRDefault="006F5C84" w:rsidP="006F5C84"/>
    <w:p w14:paraId="5BCB4BEE" w14:textId="77777777" w:rsidR="006F5C84" w:rsidRDefault="006F5C84" w:rsidP="006F5C84"/>
    <w:p w14:paraId="279A4FF4" w14:textId="2C229D3A" w:rsidR="006F5C84" w:rsidRDefault="00242805" w:rsidP="00A66DEC">
      <w:pPr>
        <w:jc w:val="right"/>
      </w:pPr>
      <w:r>
        <w:t>Frankfurt am Main, 24.</w:t>
      </w:r>
      <w:r w:rsidR="006F5C84">
        <w:t>4.2016</w:t>
      </w:r>
    </w:p>
    <w:p w14:paraId="212CC147" w14:textId="77777777" w:rsidR="006F5C84" w:rsidRDefault="006F5C84" w:rsidP="006F5C84"/>
    <w:p w14:paraId="4CFF9623" w14:textId="77777777" w:rsidR="006F5C84" w:rsidRDefault="006F5C84" w:rsidP="006F5C84"/>
    <w:p w14:paraId="65FA0667" w14:textId="1FB16699" w:rsidR="006F5C84" w:rsidRPr="00A66DEC" w:rsidRDefault="006F5C84" w:rsidP="006F5C84">
      <w:pPr>
        <w:rPr>
          <w:b/>
        </w:rPr>
      </w:pPr>
      <w:r w:rsidRPr="00A66DEC">
        <w:rPr>
          <w:b/>
        </w:rPr>
        <w:t>Bewerbung als Investment Consultant</w:t>
      </w:r>
    </w:p>
    <w:p w14:paraId="1BC640D2" w14:textId="77777777" w:rsidR="006F5C84" w:rsidRDefault="006F5C84" w:rsidP="006F5C84"/>
    <w:p w14:paraId="46F69243" w14:textId="77777777" w:rsidR="00242805" w:rsidRDefault="00242805" w:rsidP="006F5C84"/>
    <w:p w14:paraId="43D48831" w14:textId="77777777" w:rsidR="006F5C84" w:rsidRDefault="006F5C84" w:rsidP="006F5C84">
      <w:r>
        <w:t>Sehr geehrter Herr Rast,</w:t>
      </w:r>
    </w:p>
    <w:p w14:paraId="73B9B8CC" w14:textId="77777777" w:rsidR="006F5C84" w:rsidRDefault="006F5C84" w:rsidP="006F5C84"/>
    <w:p w14:paraId="7343EDB6" w14:textId="7C55E628" w:rsidR="006F5C84" w:rsidRDefault="00A66DEC" w:rsidP="006F5C84">
      <w:r>
        <w:t>im Karriereportal Ihrer Website schreiben Sie die Stelle eines Investment Consultants aus. Die Qualifikationen und die Aufgaben, mit denen Sie die Position beschreiben, passen sehr gut zu mir, meiner Ausbildung und meiner Berufserfahrung.</w:t>
      </w:r>
      <w:r w:rsidR="00242805">
        <w:t xml:space="preserve"> Daher bewerbe ich mich bei Ihnen.</w:t>
      </w:r>
    </w:p>
    <w:p w14:paraId="36F3534F" w14:textId="77777777" w:rsidR="006F5C84" w:rsidRDefault="006F5C84" w:rsidP="006F5C84"/>
    <w:p w14:paraId="548AA371" w14:textId="380199AF" w:rsidR="006F5C84" w:rsidRDefault="006F5C84" w:rsidP="006F5C84">
      <w:r>
        <w:t xml:space="preserve">Ich bin </w:t>
      </w:r>
      <w:r w:rsidR="00242805">
        <w:t>1982</w:t>
      </w:r>
      <w:r w:rsidR="00A66DEC">
        <w:t xml:space="preserve"> </w:t>
      </w:r>
      <w:r>
        <w:t xml:space="preserve">in China geboren, wo ich ein Studium zum Bachelor </w:t>
      </w:r>
      <w:proofErr w:type="spellStart"/>
      <w:r>
        <w:t>of</w:t>
      </w:r>
      <w:proofErr w:type="spellEnd"/>
      <w:r>
        <w:t xml:space="preserve"> Arts </w:t>
      </w:r>
      <w:proofErr w:type="spellStart"/>
      <w:r>
        <w:t>of</w:t>
      </w:r>
      <w:proofErr w:type="spellEnd"/>
      <w:r>
        <w:t xml:space="preserve"> </w:t>
      </w:r>
      <w:proofErr w:type="spellStart"/>
      <w:r>
        <w:t>Finance</w:t>
      </w:r>
      <w:proofErr w:type="spellEnd"/>
      <w:r>
        <w:t xml:space="preserve"> absolviert habe.</w:t>
      </w:r>
      <w:r w:rsidR="00A66DEC">
        <w:t xml:space="preserve"> </w:t>
      </w:r>
      <w:r>
        <w:t>Seit Juni 200</w:t>
      </w:r>
      <w:r w:rsidR="00A66DEC">
        <w:t>4</w:t>
      </w:r>
      <w:r>
        <w:t xml:space="preserve"> lebe ich in Deutschland. Hier habe ich </w:t>
      </w:r>
      <w:r w:rsidR="00A66DEC">
        <w:t xml:space="preserve">2007 meinen Master in </w:t>
      </w:r>
      <w:proofErr w:type="spellStart"/>
      <w:r w:rsidR="00A66DEC">
        <w:t>Internatio</w:t>
      </w:r>
      <w:r w:rsidR="00242805">
        <w:t>-</w:t>
      </w:r>
      <w:r w:rsidR="00A66DEC">
        <w:t>naler</w:t>
      </w:r>
      <w:proofErr w:type="spellEnd"/>
      <w:r w:rsidR="00A66DEC">
        <w:t xml:space="preserve"> Ökonomie und Wirtschaftspolitik </w:t>
      </w:r>
      <w:r>
        <w:t>an der Goethe-Universität Frankfurt erlangt. Seither</w:t>
      </w:r>
      <w:r w:rsidR="00242805">
        <w:br/>
      </w:r>
      <w:r>
        <w:t>arbeite ich f</w:t>
      </w:r>
      <w:r w:rsidR="00A66DEC">
        <w:t>ü</w:t>
      </w:r>
      <w:r>
        <w:t xml:space="preserve">r die China </w:t>
      </w:r>
      <w:proofErr w:type="spellStart"/>
      <w:r>
        <w:t>Construction</w:t>
      </w:r>
      <w:proofErr w:type="spellEnd"/>
      <w:r w:rsidR="00A66DEC">
        <w:t xml:space="preserve"> </w:t>
      </w:r>
      <w:r>
        <w:t>Bank Corporation, Niederlassung Frankfurt, mit regel</w:t>
      </w:r>
      <w:r w:rsidR="00242805">
        <w:t>-</w:t>
      </w:r>
      <w:r>
        <w:t>mäßigen Dienstreisen nach Peking</w:t>
      </w:r>
      <w:r w:rsidR="00A66DEC">
        <w:t xml:space="preserve"> </w:t>
      </w:r>
      <w:r>
        <w:t>und Wuhan.</w:t>
      </w:r>
    </w:p>
    <w:p w14:paraId="2FCFD870" w14:textId="77777777" w:rsidR="006F5C84" w:rsidRDefault="006F5C84" w:rsidP="006F5C84"/>
    <w:p w14:paraId="301C83A5" w14:textId="5D9C4F34" w:rsidR="006F5C84" w:rsidRDefault="006F5C84" w:rsidP="006F5C84">
      <w:r>
        <w:t>Meine Stärken liegen im Finanzmanagement und der Ökonometrie. Ich bin vertraut mit den</w:t>
      </w:r>
      <w:r w:rsidR="00A66DEC">
        <w:t xml:space="preserve"> </w:t>
      </w:r>
      <w:r>
        <w:t xml:space="preserve">EDV-Programmen MS Office, </w:t>
      </w:r>
      <w:proofErr w:type="spellStart"/>
      <w:r>
        <w:t>Eviews</w:t>
      </w:r>
      <w:proofErr w:type="spellEnd"/>
      <w:r>
        <w:t xml:space="preserve">, TSP, </w:t>
      </w:r>
      <w:proofErr w:type="spellStart"/>
      <w:r>
        <w:t>Stata</w:t>
      </w:r>
      <w:proofErr w:type="spellEnd"/>
      <w:r>
        <w:t xml:space="preserve">, </w:t>
      </w:r>
      <w:proofErr w:type="spellStart"/>
      <w:r>
        <w:t>Matlab</w:t>
      </w:r>
      <w:proofErr w:type="spellEnd"/>
      <w:r>
        <w:t xml:space="preserve"> und SAS. Chinesisch ist meine Mutte</w:t>
      </w:r>
      <w:r>
        <w:t>r</w:t>
      </w:r>
      <w:r>
        <w:t>sprache,</w:t>
      </w:r>
      <w:r w:rsidR="00A66DEC">
        <w:t xml:space="preserve"> </w:t>
      </w:r>
      <w:r>
        <w:t>Deutsch und Englisch beherrsche ich verhandlungssicher. Ich arbeite zuverlässig,</w:t>
      </w:r>
      <w:r w:rsidR="00A66DEC">
        <w:t xml:space="preserve"> </w:t>
      </w:r>
      <w:r w:rsidR="00242805">
        <w:br/>
      </w:r>
      <w:r>
        <w:t>motiviert und gern im Team. Eine Aufenthalts- und Arbeitserlaubnis f</w:t>
      </w:r>
      <w:r w:rsidR="00A66DEC">
        <w:t>ü</w:t>
      </w:r>
      <w:r>
        <w:t>r Deutschland habe ich.</w:t>
      </w:r>
    </w:p>
    <w:p w14:paraId="53AF1940" w14:textId="77777777" w:rsidR="006F5C84" w:rsidRDefault="006F5C84" w:rsidP="006F5C84"/>
    <w:p w14:paraId="46A6D097" w14:textId="1C9A1174" w:rsidR="006F5C84" w:rsidRDefault="006F5C84" w:rsidP="006F5C84">
      <w:r>
        <w:t>Ich kann Ihnen zum 1. Juli 201</w:t>
      </w:r>
      <w:r w:rsidR="00A66DEC">
        <w:t>6</w:t>
      </w:r>
      <w:r>
        <w:t xml:space="preserve"> zur Verf</w:t>
      </w:r>
      <w:r w:rsidR="00A66DEC">
        <w:t>ü</w:t>
      </w:r>
      <w:r>
        <w:t>gung stehen. Meine Gehaltsvorstellungen liegen</w:t>
      </w:r>
      <w:r w:rsidR="00A66DEC">
        <w:t xml:space="preserve"> </w:t>
      </w:r>
      <w:r w:rsidR="00242805">
        <w:br/>
      </w:r>
      <w:r>
        <w:t xml:space="preserve">bei … € pro Jahr. In einem persönlichen Gespräch </w:t>
      </w:r>
      <w:r w:rsidR="00A66DEC">
        <w:t>ü</w:t>
      </w:r>
      <w:r>
        <w:t>berzeuge ich Sie gern von meinem Potenzial.</w:t>
      </w:r>
      <w:r w:rsidR="00A66DEC">
        <w:t xml:space="preserve"> </w:t>
      </w:r>
      <w:r>
        <w:t>Ich freue mich auf Ihre Antwort.</w:t>
      </w:r>
    </w:p>
    <w:p w14:paraId="7F68A0E9" w14:textId="77777777" w:rsidR="006F5C84" w:rsidRDefault="006F5C84" w:rsidP="006F5C84"/>
    <w:p w14:paraId="089CF9FD" w14:textId="3E85E4CA" w:rsidR="006F5C84" w:rsidRDefault="006F5C84" w:rsidP="006F5C84">
      <w:r>
        <w:t>Mit freundlichen Grüßen</w:t>
      </w:r>
    </w:p>
    <w:p w14:paraId="65A596E1" w14:textId="77777777" w:rsidR="00242805" w:rsidRDefault="00242805" w:rsidP="006F5C84"/>
    <w:p w14:paraId="329AD342" w14:textId="092F1D2E" w:rsidR="0095639B" w:rsidRPr="00751CF3" w:rsidRDefault="006F5C84" w:rsidP="006F5C84">
      <w:pPr>
        <w:pStyle w:val="UnterschriftName"/>
        <w:rPr>
          <w:rFonts w:ascii="Lucida Handwriting" w:hAnsi="Lucida Handwriting"/>
        </w:rPr>
      </w:pPr>
      <w:bookmarkStart w:id="0" w:name="_GoBack"/>
      <w:r w:rsidRPr="00751CF3">
        <w:rPr>
          <w:rFonts w:ascii="Lucida Handwriting" w:hAnsi="Lucida Handwriting"/>
        </w:rPr>
        <w:t>Luan Wang</w:t>
      </w:r>
      <w:bookmarkEnd w:id="0"/>
    </w:p>
    <w:sectPr w:rsidR="0095639B" w:rsidRPr="00751CF3" w:rsidSect="00AB755B">
      <w:pgSz w:w="11906" w:h="16838"/>
      <w:pgMar w:top="1134" w:right="1134" w:bottom="1134" w:left="1366"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B1FA9"/>
    <w:rsid w:val="000D0FC8"/>
    <w:rsid w:val="0021238A"/>
    <w:rsid w:val="00242805"/>
    <w:rsid w:val="00370185"/>
    <w:rsid w:val="003B7D74"/>
    <w:rsid w:val="004F0647"/>
    <w:rsid w:val="00631380"/>
    <w:rsid w:val="006F5C84"/>
    <w:rsid w:val="00751CF3"/>
    <w:rsid w:val="00770743"/>
    <w:rsid w:val="008D2E71"/>
    <w:rsid w:val="008D76FD"/>
    <w:rsid w:val="0095639B"/>
    <w:rsid w:val="00A479D8"/>
    <w:rsid w:val="00A66DEC"/>
    <w:rsid w:val="00AB6AAA"/>
    <w:rsid w:val="00AB755B"/>
    <w:rsid w:val="00AE72C8"/>
    <w:rsid w:val="00B14BB3"/>
    <w:rsid w:val="00CC7DA6"/>
    <w:rsid w:val="00E37989"/>
    <w:rsid w:val="00EB3170"/>
    <w:rsid w:val="00F339C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AB755B"/>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AB755B"/>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AB755B"/>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AB755B"/>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3838E3A0</Template>
  <TotalTime>0</TotalTime>
  <Pages>1</Pages>
  <Words>218</Words>
  <Characters>1376</Characters>
  <Application>Microsoft Office Word</Application>
  <DocSecurity>0</DocSecurity>
  <Lines>11</Lines>
  <Paragraphs>3</Paragraphs>
  <ScaleCrop>false</ScaleCrop>
  <Company>F G</Company>
  <LinksUpToDate>false</LinksUpToDate>
  <CharactersWithSpaces>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2015-11-10T08:56:00Z</cp:lastPrinted>
  <dcterms:created xsi:type="dcterms:W3CDTF">2015-11-10T08:56:00Z</dcterms:created>
  <dcterms:modified xsi:type="dcterms:W3CDTF">2016-02-02T07:57:00Z</dcterms:modified>
</cp:coreProperties>
</file>